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AB" w:rsidRPr="001660A9" w:rsidRDefault="00900EAB" w:rsidP="00C12D0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660A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</w:p>
    <w:p w:rsidR="00900EAB" w:rsidRPr="001660A9" w:rsidRDefault="00900EAB" w:rsidP="00C12D0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660A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 образовании на обучение по дополнительным</w:t>
      </w:r>
    </w:p>
    <w:p w:rsidR="00900EAB" w:rsidRPr="001660A9" w:rsidRDefault="00900EAB" w:rsidP="00C12D0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660A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образовательным программам</w:t>
      </w:r>
    </w:p>
    <w:p w:rsidR="00900EAB" w:rsidRPr="00C12D0C" w:rsidRDefault="00900EAB" w:rsidP="00C12D0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00EAB" w:rsidRPr="00C12D0C" w:rsidRDefault="00900EAB" w:rsidP="00C12D0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BM100011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г.Кропоткин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    "__" _____________ 20__ г.</w:t>
      </w:r>
    </w:p>
    <w:p w:rsidR="00900EAB" w:rsidRPr="00C12D0C" w:rsidRDefault="00900EAB" w:rsidP="00C12D0C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00EAB" w:rsidRPr="00C12D0C" w:rsidRDefault="00900EAB" w:rsidP="001660A9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BM100012"/>
      <w:bookmarkEnd w:id="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660A9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средняя общеобразовательная школа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660A9">
        <w:rPr>
          <w:rFonts w:ascii="Times New Roman" w:hAnsi="Times New Roman" w:cs="Times New Roman"/>
          <w:sz w:val="24"/>
          <w:szCs w:val="24"/>
        </w:rPr>
        <w:t xml:space="preserve"> имени </w:t>
      </w:r>
      <w:r>
        <w:rPr>
          <w:rFonts w:ascii="Times New Roman" w:hAnsi="Times New Roman" w:cs="Times New Roman"/>
          <w:sz w:val="24"/>
          <w:szCs w:val="24"/>
        </w:rPr>
        <w:t>Ю.А.Гагарина</w:t>
      </w:r>
      <w:r w:rsidRPr="001660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города Кропоткин </w:t>
      </w:r>
      <w:r w:rsidRPr="001660A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Кавказский район</w:t>
      </w:r>
      <w:r>
        <w:rPr>
          <w:rFonts w:ascii="Times New Roman" w:hAnsi="Times New Roman" w:cs="Times New Roman"/>
          <w:sz w:val="24"/>
          <w:szCs w:val="24"/>
        </w:rPr>
        <w:t>, осуществляющее образовательную деятельность</w:t>
      </w:r>
      <w:r w:rsidRPr="001660A9">
        <w:rPr>
          <w:rFonts w:ascii="Times New Roman" w:hAnsi="Times New Roman" w:cs="Times New Roman"/>
          <w:sz w:val="24"/>
          <w:szCs w:val="24"/>
        </w:rPr>
        <w:t xml:space="preserve">  (</w:t>
      </w:r>
      <w:r>
        <w:rPr>
          <w:rFonts w:ascii="Times New Roman" w:hAnsi="Times New Roman" w:cs="Times New Roman"/>
          <w:sz w:val="24"/>
          <w:szCs w:val="24"/>
        </w:rPr>
        <w:t>далее - образовательная организация)</w:t>
      </w:r>
      <w:r w:rsidRPr="001660A9">
        <w:rPr>
          <w:rFonts w:ascii="Times New Roman" w:hAnsi="Times New Roman" w:cs="Times New Roman"/>
          <w:sz w:val="24"/>
          <w:szCs w:val="24"/>
        </w:rPr>
        <w:t xml:space="preserve"> на основании лицензии  серия 23 Л01,  № 000</w:t>
      </w:r>
      <w:r>
        <w:rPr>
          <w:rFonts w:ascii="Times New Roman" w:hAnsi="Times New Roman" w:cs="Times New Roman"/>
          <w:sz w:val="24"/>
          <w:szCs w:val="24"/>
        </w:rPr>
        <w:t>6430</w:t>
      </w:r>
      <w:r w:rsidRPr="001660A9">
        <w:rPr>
          <w:rFonts w:ascii="Times New Roman" w:hAnsi="Times New Roman" w:cs="Times New Roman"/>
          <w:sz w:val="24"/>
          <w:szCs w:val="24"/>
        </w:rPr>
        <w:t xml:space="preserve">, регистрационный № </w:t>
      </w:r>
      <w:r>
        <w:rPr>
          <w:rFonts w:ascii="Times New Roman" w:hAnsi="Times New Roman" w:cs="Times New Roman"/>
          <w:sz w:val="24"/>
          <w:szCs w:val="24"/>
        </w:rPr>
        <w:t>09051</w:t>
      </w:r>
      <w:r w:rsidRPr="001660A9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660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мая </w:t>
      </w:r>
      <w:r w:rsidRPr="001660A9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660A9">
        <w:rPr>
          <w:rFonts w:ascii="Times New Roman" w:hAnsi="Times New Roman" w:cs="Times New Roman"/>
          <w:sz w:val="24"/>
          <w:szCs w:val="24"/>
        </w:rPr>
        <w:t xml:space="preserve"> года, выданной  Министерством образования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60A9">
        <w:rPr>
          <w:rFonts w:ascii="Times New Roman" w:hAnsi="Times New Roman" w:cs="Times New Roman"/>
          <w:sz w:val="24"/>
          <w:szCs w:val="24"/>
        </w:rPr>
        <w:t xml:space="preserve"> </w:t>
      </w:r>
      <w:r w:rsidRPr="00AC756B">
        <w:rPr>
          <w:rFonts w:ascii="Times New Roman" w:hAnsi="Times New Roman" w:cs="Times New Roman"/>
          <w:sz w:val="24"/>
          <w:szCs w:val="24"/>
        </w:rPr>
        <w:t xml:space="preserve">науки  и молодежной политики </w:t>
      </w:r>
      <w:r w:rsidRPr="001660A9">
        <w:rPr>
          <w:rFonts w:ascii="Times New Roman" w:hAnsi="Times New Roman" w:cs="Times New Roman"/>
          <w:sz w:val="24"/>
          <w:szCs w:val="24"/>
        </w:rPr>
        <w:t xml:space="preserve">Краснодарского края., и свидетельства о государственной аккредитации  серия </w:t>
      </w:r>
      <w:r w:rsidRPr="00AC756B">
        <w:rPr>
          <w:rFonts w:ascii="Times New Roman" w:hAnsi="Times New Roman" w:cs="Times New Roman"/>
          <w:color w:val="FF6600"/>
          <w:sz w:val="24"/>
          <w:szCs w:val="24"/>
        </w:rPr>
        <w:t xml:space="preserve">23А01, № </w:t>
      </w:r>
      <w:r>
        <w:rPr>
          <w:rFonts w:ascii="Times New Roman" w:hAnsi="Times New Roman" w:cs="Times New Roman"/>
          <w:color w:val="FF6600"/>
          <w:sz w:val="24"/>
          <w:szCs w:val="24"/>
        </w:rPr>
        <w:t>0001696</w:t>
      </w:r>
      <w:r w:rsidRPr="001660A9">
        <w:rPr>
          <w:rFonts w:ascii="Times New Roman" w:hAnsi="Times New Roman" w:cs="Times New Roman"/>
          <w:sz w:val="24"/>
          <w:szCs w:val="24"/>
        </w:rPr>
        <w:t xml:space="preserve">, регистрационный № </w:t>
      </w:r>
      <w:r>
        <w:rPr>
          <w:rFonts w:ascii="Times New Roman" w:hAnsi="Times New Roman" w:cs="Times New Roman"/>
          <w:color w:val="FF6600"/>
          <w:sz w:val="24"/>
          <w:szCs w:val="24"/>
        </w:rPr>
        <w:t>03900</w:t>
      </w:r>
      <w:r w:rsidRPr="00AC756B">
        <w:rPr>
          <w:rFonts w:ascii="Times New Roman" w:hAnsi="Times New Roman" w:cs="Times New Roman"/>
          <w:color w:val="FF660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FF6600"/>
          <w:sz w:val="24"/>
          <w:szCs w:val="24"/>
        </w:rPr>
        <w:t xml:space="preserve">07 </w:t>
      </w:r>
      <w:r w:rsidRPr="00AC756B">
        <w:rPr>
          <w:rFonts w:ascii="Times New Roman" w:hAnsi="Times New Roman" w:cs="Times New Roman"/>
          <w:color w:val="FF6600"/>
          <w:sz w:val="24"/>
          <w:szCs w:val="24"/>
        </w:rPr>
        <w:t>октября 201</w:t>
      </w:r>
      <w:r>
        <w:rPr>
          <w:rFonts w:ascii="Times New Roman" w:hAnsi="Times New Roman" w:cs="Times New Roman"/>
          <w:color w:val="FF6600"/>
          <w:sz w:val="24"/>
          <w:szCs w:val="24"/>
        </w:rPr>
        <w:t>9</w:t>
      </w:r>
      <w:r w:rsidRPr="00AC756B">
        <w:rPr>
          <w:rFonts w:ascii="Times New Roman" w:hAnsi="Times New Roman" w:cs="Times New Roman"/>
          <w:color w:val="FF6600"/>
          <w:sz w:val="24"/>
          <w:szCs w:val="24"/>
        </w:rPr>
        <w:t xml:space="preserve"> года</w:t>
      </w:r>
      <w:r w:rsidRPr="001660A9">
        <w:rPr>
          <w:rFonts w:ascii="Times New Roman" w:hAnsi="Times New Roman" w:cs="Times New Roman"/>
          <w:sz w:val="24"/>
          <w:szCs w:val="24"/>
        </w:rPr>
        <w:t xml:space="preserve"> выданного Министерством образования и науки Краснодарского края  до </w:t>
      </w:r>
      <w:r>
        <w:rPr>
          <w:rFonts w:ascii="Times New Roman" w:hAnsi="Times New Roman" w:cs="Times New Roman"/>
          <w:sz w:val="24"/>
          <w:szCs w:val="24"/>
        </w:rPr>
        <w:t xml:space="preserve">07 апреля </w:t>
      </w:r>
      <w:r w:rsidRPr="001660A9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660A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, именуемая в дальнейшем «Исполнитель»,</w:t>
      </w:r>
      <w:r w:rsidRPr="001660A9">
        <w:rPr>
          <w:rFonts w:ascii="Times New Roman" w:hAnsi="Times New Roman" w:cs="Times New Roman"/>
          <w:sz w:val="24"/>
          <w:szCs w:val="24"/>
        </w:rPr>
        <w:t xml:space="preserve"> в лице директора </w:t>
      </w:r>
      <w:r>
        <w:rPr>
          <w:rFonts w:ascii="Times New Roman" w:hAnsi="Times New Roman" w:cs="Times New Roman"/>
          <w:sz w:val="24"/>
          <w:szCs w:val="24"/>
        </w:rPr>
        <w:t xml:space="preserve">Скопылатовой Галины Александровны </w:t>
      </w:r>
      <w:r w:rsidRPr="001660A9">
        <w:rPr>
          <w:rFonts w:ascii="Times New Roman" w:hAnsi="Times New Roman" w:cs="Times New Roman"/>
          <w:sz w:val="24"/>
          <w:szCs w:val="24"/>
        </w:rPr>
        <w:t xml:space="preserve">действующего на основании Устава,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       (фамилия, имя, отчество (при наличии) законного представителя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несовершеннолетнего лица, зачисляемого на обучение /фамилия, имя, отчество (при наличии) лица, зачисляемого на обучение /наименование  организации с указанием должности, фамилии, имени, отчества (при наличии)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лица, действующего от имени организации, документов, подтверждающих                       полномочия указанного лица)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именуем__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действующий в интересах несовершеннолетнего 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(фамилия, имя, отчество (при наличии) лица, зачисляемого на обучение)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именуем__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в дальнейшем "Обучающийся" 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 xml:space="preserve">    (фамилия, имя, отчество (при наличии) лица, зачисляемого на обучение)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именуем__</w:t>
      </w:r>
      <w:r>
        <w:rPr>
          <w:rFonts w:ascii="Times New Roman" w:hAnsi="Times New Roman" w:cs="Times New Roman"/>
          <w:sz w:val="24"/>
          <w:szCs w:val="24"/>
          <w:lang w:eastAsia="ru-RU"/>
        </w:rPr>
        <w:t>__ в дальнейшем "Обучающийся"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,  совместно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900EAB" w:rsidRPr="001660A9" w:rsidRDefault="00900EAB" w:rsidP="001660A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2" w:name="BM100013"/>
      <w:bookmarkEnd w:id="2"/>
      <w:r w:rsidRPr="001660A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>1.1.  Исполнитель   обязуется   предоставить   образовательную  услугу,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</w:rPr>
        <w:t>а   Заказчик        обязуется   оплатить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12D0C">
        <w:rPr>
          <w:rFonts w:ascii="Times New Roman" w:hAnsi="Times New Roman" w:cs="Times New Roman"/>
          <w:sz w:val="24"/>
          <w:szCs w:val="24"/>
        </w:rPr>
        <w:t>образовательную      услугу           по          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дополнительной общеобразовательной программы </w:t>
      </w:r>
    </w:p>
    <w:p w:rsidR="00900EAB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 xml:space="preserve">          (наименование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и направленность </w:t>
      </w:r>
      <w:r w:rsidRPr="00C12D0C">
        <w:rPr>
          <w:rFonts w:ascii="Times New Roman" w:hAnsi="Times New Roman" w:cs="Times New Roman"/>
          <w:sz w:val="24"/>
          <w:szCs w:val="24"/>
        </w:rPr>
        <w:t>дополните</w:t>
      </w:r>
      <w:r>
        <w:rPr>
          <w:rFonts w:ascii="Times New Roman" w:hAnsi="Times New Roman" w:cs="Times New Roman"/>
          <w:sz w:val="24"/>
          <w:szCs w:val="24"/>
        </w:rPr>
        <w:t>льной образовательной программы)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очной форме </w:t>
      </w:r>
      <w:r w:rsidRPr="00C12D0C">
        <w:rPr>
          <w:rFonts w:ascii="Times New Roman" w:hAnsi="Times New Roman" w:cs="Times New Roman"/>
          <w:sz w:val="24"/>
          <w:szCs w:val="24"/>
        </w:rPr>
        <w:t>в пределах федерального  государственного  образовательного  стандарта  или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>федеральных государственных требований в соответствии с  учебными  планами, и образовательными программами Исполнителя.</w:t>
      </w:r>
    </w:p>
    <w:p w:rsidR="00900EAB" w:rsidRPr="00C12D0C" w:rsidRDefault="00900EAB" w:rsidP="00EB6B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" w:name="BM100015"/>
      <w:bookmarkEnd w:id="3"/>
      <w:r w:rsidRPr="00C12D0C"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Pr="00C12D0C">
        <w:rPr>
          <w:rFonts w:ascii="Times New Roman" w:hAnsi="Times New Roman" w:cs="Times New Roman"/>
          <w:sz w:val="24"/>
          <w:szCs w:val="24"/>
        </w:rPr>
        <w:t xml:space="preserve"> освоения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 xml:space="preserve">ы: </w:t>
      </w:r>
      <w:r w:rsidRPr="00C12D0C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C12D0C">
        <w:rPr>
          <w:rFonts w:ascii="Times New Roman" w:hAnsi="Times New Roman" w:cs="Times New Roman"/>
          <w:sz w:val="24"/>
          <w:szCs w:val="24"/>
        </w:rPr>
        <w:t>.</w:t>
      </w:r>
      <w:bookmarkStart w:id="4" w:name="BM100016"/>
      <w:bookmarkStart w:id="5" w:name="BM100017"/>
      <w:bookmarkEnd w:id="4"/>
      <w:bookmarkEnd w:id="5"/>
      <w:r w:rsidRPr="00C12D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0EAB" w:rsidRPr="00EB6B01" w:rsidRDefault="00900EAB" w:rsidP="00EB6B0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M100018"/>
      <w:bookmarkEnd w:id="6"/>
      <w:r w:rsidRPr="00EB6B01">
        <w:rPr>
          <w:rFonts w:ascii="Times New Roman" w:hAnsi="Times New Roman" w:cs="Times New Roman"/>
          <w:b/>
          <w:bCs/>
          <w:sz w:val="24"/>
          <w:szCs w:val="24"/>
        </w:rPr>
        <w:t>II. Права Исполнителя, Заказчика и Обучающегося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7" w:name="BM100019"/>
      <w:bookmarkEnd w:id="7"/>
      <w:r w:rsidRPr="00C12D0C">
        <w:rPr>
          <w:rFonts w:ascii="Times New Roman" w:hAnsi="Times New Roman" w:cs="Times New Roman"/>
          <w:sz w:val="24"/>
          <w:szCs w:val="24"/>
        </w:rPr>
        <w:t>2.1. Исполнитель вправе: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8" w:name="BM100020"/>
      <w:bookmarkEnd w:id="8"/>
      <w:r w:rsidRPr="00C12D0C">
        <w:rPr>
          <w:rFonts w:ascii="Times New Roman" w:hAnsi="Times New Roman" w:cs="Times New Roman"/>
          <w:sz w:val="24"/>
          <w:szCs w:val="24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9" w:name="BM100021"/>
      <w:bookmarkEnd w:id="9"/>
      <w:r w:rsidRPr="00C12D0C">
        <w:rPr>
          <w:rFonts w:ascii="Times New Roman" w:hAnsi="Times New Roman" w:cs="Times New Roman"/>
          <w:sz w:val="24"/>
          <w:szCs w:val="24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M100022"/>
      <w:bookmarkEnd w:id="10"/>
      <w:r w:rsidRPr="00C12D0C">
        <w:rPr>
          <w:rFonts w:ascii="Times New Roman" w:hAnsi="Times New Roman" w:cs="Times New Roman"/>
          <w:sz w:val="24"/>
          <w:szCs w:val="24"/>
        </w:rPr>
        <w:t>2.2. Заказчик вправе получать информацию от Исполнителя по вопросам организации и обеспечения надлежащего предоставления услуг, предусмотренных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4" w:anchor="100013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разделом I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M100023"/>
      <w:bookmarkEnd w:id="11"/>
      <w:r w:rsidRPr="00C12D0C">
        <w:rPr>
          <w:rFonts w:ascii="Times New Roman" w:hAnsi="Times New Roman" w:cs="Times New Roman"/>
          <w:sz w:val="24"/>
          <w:szCs w:val="24"/>
        </w:rPr>
        <w:t>2.3. Обучающемуся предоставляются академические права в соответствии с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anchor="100477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частью 1 статьи 34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Федерального закона от 29 декабря 2012 г. N 273-ФЗ "Об образовании в Российской Федерации". Обучающийся также вправе: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M100024"/>
      <w:bookmarkEnd w:id="12"/>
      <w:r w:rsidRPr="00C12D0C">
        <w:rPr>
          <w:rFonts w:ascii="Times New Roman" w:hAnsi="Times New Roman" w:cs="Times New Roman"/>
          <w:sz w:val="24"/>
          <w:szCs w:val="24"/>
        </w:rPr>
        <w:t>2.3.1. Получать информацию от Исполнителя по вопросам организации и обеспечения надлежащего предоставления услуг, предусмотренных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" w:anchor="100013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разделом I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3" w:name="BM100025"/>
      <w:bookmarkEnd w:id="13"/>
      <w:r w:rsidRPr="00C12D0C">
        <w:rPr>
          <w:rFonts w:ascii="Times New Roman" w:hAnsi="Times New Roman" w:cs="Times New Roman"/>
          <w:sz w:val="24"/>
          <w:szCs w:val="24"/>
        </w:rPr>
        <w:t>2.3.2. Обращаться к Исполнителю по вопросам, касающимся образовательного процесса.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M100026"/>
      <w:bookmarkEnd w:id="14"/>
      <w:r w:rsidRPr="00C12D0C">
        <w:rPr>
          <w:rFonts w:ascii="Times New Roman" w:hAnsi="Times New Roman" w:cs="Times New Roman"/>
          <w:sz w:val="24"/>
          <w:szCs w:val="24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M100027"/>
      <w:bookmarkEnd w:id="15"/>
      <w:r w:rsidRPr="00C12D0C">
        <w:rPr>
          <w:rFonts w:ascii="Times New Roman" w:hAnsi="Times New Roman" w:cs="Times New Roman"/>
          <w:sz w:val="24"/>
          <w:szCs w:val="24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00EAB" w:rsidRPr="00EB6B01" w:rsidRDefault="00900EAB" w:rsidP="00EB6B0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6" w:name="BM100028"/>
      <w:bookmarkStart w:id="17" w:name="BM100029"/>
      <w:bookmarkEnd w:id="16"/>
      <w:bookmarkEnd w:id="17"/>
      <w:r w:rsidRPr="00EB6B01">
        <w:rPr>
          <w:rFonts w:ascii="Times New Roman" w:hAnsi="Times New Roman" w:cs="Times New Roman"/>
          <w:b/>
          <w:bCs/>
          <w:sz w:val="24"/>
          <w:szCs w:val="24"/>
        </w:rPr>
        <w:t>III. Обязанности Исполнителя, Заказчика и Обучающегося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M100030"/>
      <w:bookmarkEnd w:id="18"/>
      <w:r w:rsidRPr="00C12D0C">
        <w:rPr>
          <w:rFonts w:ascii="Times New Roman" w:hAnsi="Times New Roman" w:cs="Times New Roman"/>
          <w:sz w:val="24"/>
          <w:szCs w:val="24"/>
        </w:rPr>
        <w:t>3.1. Исполнитель обязан: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9" w:name="BM100031"/>
      <w:bookmarkEnd w:id="19"/>
      <w:r w:rsidRPr="00C12D0C">
        <w:rPr>
          <w:rFonts w:ascii="Times New Roman" w:hAnsi="Times New Roman" w:cs="Times New Roman"/>
          <w:sz w:val="24"/>
          <w:szCs w:val="24"/>
        </w:rPr>
        <w:t>3.1.1.     Зачислить     Обучающегося,    выполнившего    установленные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>законодательством   Российской   Федерации,   учредительными   документами,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2D0C">
        <w:rPr>
          <w:rFonts w:ascii="Times New Roman" w:hAnsi="Times New Roman" w:cs="Times New Roman"/>
          <w:sz w:val="24"/>
          <w:szCs w:val="24"/>
        </w:rPr>
        <w:t>локальными нормативными  актами  Исполнителя  условия  приема,  в  качестве</w:t>
      </w:r>
      <w:r>
        <w:rPr>
          <w:rFonts w:ascii="Times New Roman" w:hAnsi="Times New Roman" w:cs="Times New Roman"/>
          <w:sz w:val="24"/>
          <w:szCs w:val="24"/>
        </w:rPr>
        <w:t xml:space="preserve"> учащегося </w:t>
      </w:r>
      <w:r w:rsidRPr="00C12D0C">
        <w:rPr>
          <w:rFonts w:ascii="Times New Roman" w:hAnsi="Times New Roman" w:cs="Times New Roman"/>
          <w:sz w:val="24"/>
          <w:szCs w:val="24"/>
        </w:rPr>
        <w:t>____________________________________.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 xml:space="preserve">(указывается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Pr="00C12D0C">
        <w:rPr>
          <w:rFonts w:ascii="Times New Roman" w:hAnsi="Times New Roman" w:cs="Times New Roman"/>
          <w:sz w:val="24"/>
          <w:szCs w:val="24"/>
        </w:rPr>
        <w:t xml:space="preserve"> обучающегося)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M100032"/>
      <w:bookmarkEnd w:id="20"/>
      <w:r w:rsidRPr="00C12D0C">
        <w:rPr>
          <w:rFonts w:ascii="Times New Roman" w:hAnsi="Times New Roman" w:cs="Times New Roman"/>
          <w:sz w:val="24"/>
          <w:szCs w:val="24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Законом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Российской Федерации "О защите прав потребителей" и Федеральным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законом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"Об образовании в Российской Федерации".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1" w:name="BM100033"/>
      <w:bookmarkEnd w:id="21"/>
      <w:r w:rsidRPr="00C12D0C">
        <w:rPr>
          <w:rFonts w:ascii="Times New Roman" w:hAnsi="Times New Roman" w:cs="Times New Roman"/>
          <w:sz w:val="24"/>
          <w:szCs w:val="24"/>
        </w:rPr>
        <w:t>3.1.3. Организовать и обеспечить надлежащее предоставление образовательных услуг, предусмотренных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" w:anchor="100013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разделом I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 и расписанием занятий Исполнителя.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2" w:name="BM100034"/>
      <w:bookmarkEnd w:id="22"/>
      <w:r w:rsidRPr="00C12D0C">
        <w:rPr>
          <w:rFonts w:ascii="Times New Roman" w:hAnsi="Times New Roman" w:cs="Times New Roman"/>
          <w:sz w:val="24"/>
          <w:szCs w:val="24"/>
        </w:rPr>
        <w:t>3.1.4. Обеспечить Обучающемуся предусмотренные выбранной образовательной программой условия ее освоения.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3" w:name="BM100035"/>
      <w:bookmarkEnd w:id="23"/>
      <w:r w:rsidRPr="00C12D0C">
        <w:rPr>
          <w:rFonts w:ascii="Times New Roman" w:hAnsi="Times New Roman" w:cs="Times New Roman"/>
          <w:sz w:val="24"/>
          <w:szCs w:val="24"/>
        </w:rPr>
        <w:t>3.1.5. Сохранить место за Обучающимся в случае пропуска занятий по уважительным причинам (с учетом оплаты услуг, предусмотренных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" w:anchor="100013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разделом I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Договора).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4" w:name="BM100036"/>
      <w:bookmarkEnd w:id="24"/>
      <w:r w:rsidRPr="00C12D0C">
        <w:rPr>
          <w:rFonts w:ascii="Times New Roman" w:hAnsi="Times New Roman" w:cs="Times New Roman"/>
          <w:sz w:val="24"/>
          <w:szCs w:val="24"/>
        </w:rPr>
        <w:t>3.1.6. Принимать от Обучающегося и (или) Заказчика плату за образовательные услуги.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5" w:name="BM100037"/>
      <w:bookmarkEnd w:id="25"/>
      <w:r w:rsidRPr="00C12D0C">
        <w:rPr>
          <w:rFonts w:ascii="Times New Roman" w:hAnsi="Times New Roman" w:cs="Times New Roman"/>
          <w:sz w:val="24"/>
          <w:szCs w:val="24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6" w:name="BM100038"/>
      <w:bookmarkEnd w:id="26"/>
      <w:r w:rsidRPr="00C12D0C">
        <w:rPr>
          <w:rFonts w:ascii="Times New Roman" w:hAnsi="Times New Roman" w:cs="Times New Roman"/>
          <w:sz w:val="24"/>
          <w:szCs w:val="24"/>
        </w:rPr>
        <w:t>3.2. Заказчик обязан своевременно вносить плату за предоставляемые Обучающемуся образовательные услуги, указанные в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" w:anchor="100013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разделе I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7" w:name="BM100039"/>
      <w:bookmarkEnd w:id="27"/>
      <w:r w:rsidRPr="00C12D0C">
        <w:rPr>
          <w:rFonts w:ascii="Times New Roman" w:hAnsi="Times New Roman" w:cs="Times New Roman"/>
          <w:sz w:val="24"/>
          <w:szCs w:val="24"/>
        </w:rPr>
        <w:t>3.3. Обучающийся обязан соблюдать требования, установленные в</w:t>
      </w:r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anchor="100599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статье 43</w:t>
        </w:r>
      </w:hyperlink>
      <w:r w:rsidRPr="00C12D0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C12D0C">
        <w:rPr>
          <w:rFonts w:ascii="Times New Roman" w:hAnsi="Times New Roman" w:cs="Times New Roman"/>
          <w:sz w:val="24"/>
          <w:szCs w:val="24"/>
        </w:rPr>
        <w:t>Федерального закона от 29 декабря 2012 г. N 273-ФЗ "Об образовании в Российской Федерации", в том числе: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8" w:name="BM100040"/>
      <w:bookmarkEnd w:id="28"/>
      <w:r w:rsidRPr="00C12D0C">
        <w:rPr>
          <w:rFonts w:ascii="Times New Roman" w:hAnsi="Times New Roman" w:cs="Times New Roman"/>
          <w:sz w:val="24"/>
          <w:szCs w:val="24"/>
        </w:rPr>
        <w:t>3.3.1. Выполнять задания для подготовки к занятиям, предусмотренным учебным планом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9" w:name="BM100041"/>
      <w:bookmarkEnd w:id="29"/>
      <w:r w:rsidRPr="00C12D0C">
        <w:rPr>
          <w:rFonts w:ascii="Times New Roman" w:hAnsi="Times New Roman" w:cs="Times New Roman"/>
          <w:sz w:val="24"/>
          <w:szCs w:val="24"/>
        </w:rPr>
        <w:t>3.3.2. Извещать Исполнителя о причинах отсутствия на занятиях.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0" w:name="BM100042"/>
      <w:bookmarkEnd w:id="30"/>
      <w:r w:rsidRPr="00C12D0C">
        <w:rPr>
          <w:rFonts w:ascii="Times New Roman" w:hAnsi="Times New Roman" w:cs="Times New Roman"/>
          <w:sz w:val="24"/>
          <w:szCs w:val="24"/>
        </w:rPr>
        <w:t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 Исполнителя.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1" w:name="BM100043"/>
      <w:bookmarkEnd w:id="31"/>
      <w:r w:rsidRPr="00C12D0C">
        <w:rPr>
          <w:rFonts w:ascii="Times New Roman" w:hAnsi="Times New Roman" w:cs="Times New Roman"/>
          <w:sz w:val="24"/>
          <w:szCs w:val="24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00EAB" w:rsidRPr="007111C5" w:rsidRDefault="00900EAB" w:rsidP="007111C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2" w:name="BM100044"/>
      <w:bookmarkEnd w:id="32"/>
      <w:r w:rsidRPr="007111C5">
        <w:rPr>
          <w:rFonts w:ascii="Times New Roman" w:hAnsi="Times New Roman" w:cs="Times New Roman"/>
          <w:b/>
          <w:bCs/>
          <w:sz w:val="24"/>
          <w:szCs w:val="24"/>
        </w:rPr>
        <w:t>IV. Стоимость услуг, сроки и порядок их оплаты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3" w:name="BM100045"/>
      <w:bookmarkEnd w:id="33"/>
      <w:r w:rsidRPr="00C12D0C">
        <w:rPr>
          <w:rFonts w:ascii="Times New Roman" w:hAnsi="Times New Roman" w:cs="Times New Roman"/>
          <w:sz w:val="24"/>
          <w:szCs w:val="24"/>
        </w:rPr>
        <w:t>4.1. Полная стоимость платных образовательных услуг за весь период обучения Обучающегося составляет 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C12D0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4" w:name="BM100046"/>
      <w:bookmarkEnd w:id="34"/>
      <w:r w:rsidRPr="00C12D0C">
        <w:rPr>
          <w:rFonts w:ascii="Times New Roman" w:hAnsi="Times New Roman" w:cs="Times New Roman"/>
          <w:sz w:val="24"/>
          <w:szCs w:val="24"/>
        </w:rPr>
        <w:t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5" w:name="BM100047"/>
      <w:bookmarkEnd w:id="35"/>
      <w:r w:rsidRPr="00C12D0C">
        <w:rPr>
          <w:rFonts w:ascii="Times New Roman" w:hAnsi="Times New Roman" w:cs="Times New Roman"/>
          <w:sz w:val="24"/>
          <w:szCs w:val="24"/>
        </w:rPr>
        <w:t xml:space="preserve">    4.2. Оплата производится </w:t>
      </w:r>
      <w:r>
        <w:rPr>
          <w:rFonts w:ascii="Times New Roman" w:hAnsi="Times New Roman" w:cs="Times New Roman"/>
          <w:sz w:val="24"/>
          <w:szCs w:val="24"/>
        </w:rPr>
        <w:t xml:space="preserve">ежемесячно </w:t>
      </w:r>
      <w:r w:rsidRPr="00C12D0C">
        <w:rPr>
          <w:rFonts w:ascii="Times New Roman" w:hAnsi="Times New Roman" w:cs="Times New Roman"/>
          <w:sz w:val="24"/>
          <w:szCs w:val="24"/>
        </w:rPr>
        <w:t xml:space="preserve">не позднее </w:t>
      </w:r>
      <w:r>
        <w:rPr>
          <w:rFonts w:ascii="Times New Roman" w:hAnsi="Times New Roman" w:cs="Times New Roman"/>
          <w:sz w:val="24"/>
          <w:szCs w:val="24"/>
        </w:rPr>
        <w:t xml:space="preserve">10 числа каждого месяца </w:t>
      </w:r>
      <w:r w:rsidRPr="00C12D0C">
        <w:rPr>
          <w:rFonts w:ascii="Times New Roman" w:hAnsi="Times New Roman" w:cs="Times New Roman"/>
          <w:sz w:val="24"/>
          <w:szCs w:val="24"/>
        </w:rPr>
        <w:t>в безналичном порядке на счет</w:t>
      </w:r>
      <w:r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Pr="00C12D0C">
        <w:rPr>
          <w:rFonts w:ascii="Times New Roman" w:hAnsi="Times New Roman" w:cs="Times New Roman"/>
          <w:sz w:val="24"/>
          <w:szCs w:val="24"/>
        </w:rPr>
        <w:t xml:space="preserve">, указанный  в  </w:t>
      </w:r>
      <w:hyperlink r:id="rId13" w:anchor="100082" w:history="1">
        <w:r w:rsidRPr="00C12D0C">
          <w:rPr>
            <w:rStyle w:val="Hyperlink"/>
            <w:rFonts w:ascii="Times New Roman" w:hAnsi="Times New Roman" w:cs="Times New Roman"/>
            <w:color w:val="005EA5"/>
            <w:sz w:val="24"/>
            <w:szCs w:val="24"/>
            <w:bdr w:val="none" w:sz="0" w:space="0" w:color="auto" w:frame="1"/>
          </w:rPr>
          <w:t>разделе  IX</w:t>
        </w:r>
      </w:hyperlink>
      <w:r>
        <w:t xml:space="preserve"> </w:t>
      </w:r>
      <w:r w:rsidRPr="00C12D0C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900EAB" w:rsidRPr="007111C5" w:rsidRDefault="00900EAB" w:rsidP="007111C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6" w:name="BM100048"/>
      <w:bookmarkEnd w:id="36"/>
      <w:r w:rsidRPr="007111C5">
        <w:rPr>
          <w:rFonts w:ascii="Times New Roman" w:hAnsi="Times New Roman" w:cs="Times New Roman"/>
          <w:b/>
          <w:bCs/>
          <w:sz w:val="24"/>
          <w:szCs w:val="24"/>
        </w:rPr>
        <w:t>V. Основания изменения и расторжения договора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12D0C">
        <w:rPr>
          <w:rFonts w:ascii="Times New Roman" w:hAnsi="Times New Roman" w:cs="Times New Roman"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7" w:name="BM100050"/>
      <w:bookmarkEnd w:id="37"/>
      <w:r w:rsidRPr="00C12D0C">
        <w:rPr>
          <w:rFonts w:ascii="Times New Roman" w:hAnsi="Times New Roman" w:cs="Times New Roman"/>
          <w:sz w:val="24"/>
          <w:szCs w:val="24"/>
        </w:rPr>
        <w:t>5.2. Настоящий Договор может быть расторгнут по соглашению Сторон.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8" w:name="BM100051"/>
      <w:bookmarkEnd w:id="38"/>
      <w:r w:rsidRPr="00C12D0C">
        <w:rPr>
          <w:rFonts w:ascii="Times New Roman" w:hAnsi="Times New Roman" w:cs="Times New Roman"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9" w:name="BM100052"/>
      <w:bookmarkEnd w:id="39"/>
      <w:r w:rsidRPr="00C12D0C">
        <w:rPr>
          <w:rFonts w:ascii="Times New Roman" w:hAnsi="Times New Roman" w:cs="Times New Roman"/>
          <w:sz w:val="24"/>
          <w:szCs w:val="24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0" w:name="BM100053"/>
      <w:bookmarkEnd w:id="40"/>
      <w:r w:rsidRPr="00C12D0C">
        <w:rPr>
          <w:rFonts w:ascii="Times New Roman" w:hAnsi="Times New Roman" w:cs="Times New Roman"/>
          <w:sz w:val="24"/>
          <w:szCs w:val="24"/>
        </w:rPr>
        <w:t>просрочки оплаты стоимости платных образовательных услуг;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1" w:name="BM100054"/>
      <w:bookmarkEnd w:id="41"/>
      <w:r w:rsidRPr="00C12D0C">
        <w:rPr>
          <w:rFonts w:ascii="Times New Roman" w:hAnsi="Times New Roman" w:cs="Times New Roman"/>
          <w:sz w:val="24"/>
          <w:szCs w:val="24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2" w:name="BM100055"/>
      <w:bookmarkEnd w:id="42"/>
      <w:r w:rsidRPr="00C12D0C">
        <w:rPr>
          <w:rFonts w:ascii="Times New Roman" w:hAnsi="Times New Roman" w:cs="Times New Roman"/>
          <w:sz w:val="24"/>
          <w:szCs w:val="24"/>
        </w:rPr>
        <w:t>в иных случаях, предусмотренных законодательством Российской Федерации.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M100056"/>
      <w:bookmarkEnd w:id="43"/>
      <w:r w:rsidRPr="00C12D0C">
        <w:rPr>
          <w:rFonts w:ascii="Times New Roman" w:hAnsi="Times New Roman" w:cs="Times New Roman"/>
          <w:sz w:val="24"/>
          <w:szCs w:val="24"/>
        </w:rPr>
        <w:t>5.4. Настоящий Договор расторгается досрочно: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4" w:name="BM100057"/>
      <w:bookmarkEnd w:id="44"/>
      <w:r w:rsidRPr="00C12D0C">
        <w:rPr>
          <w:rFonts w:ascii="Times New Roman" w:hAnsi="Times New Roman" w:cs="Times New Roman"/>
          <w:sz w:val="24"/>
          <w:szCs w:val="24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5" w:name="BM100058"/>
      <w:bookmarkEnd w:id="45"/>
      <w:r w:rsidRPr="00C12D0C">
        <w:rPr>
          <w:rFonts w:ascii="Times New Roman" w:hAnsi="Times New Roman" w:cs="Times New Roman"/>
          <w:sz w:val="24"/>
          <w:szCs w:val="24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6" w:name="BM100059"/>
      <w:bookmarkEnd w:id="46"/>
      <w:r w:rsidRPr="00C12D0C">
        <w:rPr>
          <w:rFonts w:ascii="Times New Roman" w:hAnsi="Times New Roman" w:cs="Times New Roman"/>
          <w:sz w:val="24"/>
          <w:szCs w:val="24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7" w:name="BM100060"/>
      <w:bookmarkEnd w:id="47"/>
      <w:r w:rsidRPr="00C12D0C">
        <w:rPr>
          <w:rFonts w:ascii="Times New Roman" w:hAnsi="Times New Roman" w:cs="Times New Roman"/>
          <w:sz w:val="24"/>
          <w:szCs w:val="24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8" w:name="BM100061"/>
      <w:bookmarkEnd w:id="48"/>
      <w:r w:rsidRPr="00C12D0C">
        <w:rPr>
          <w:rFonts w:ascii="Times New Roman" w:hAnsi="Times New Roman" w:cs="Times New Roman"/>
          <w:sz w:val="24"/>
          <w:szCs w:val="24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00EAB" w:rsidRPr="007111C5" w:rsidRDefault="00900EAB" w:rsidP="007111C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9" w:name="BM100062"/>
      <w:bookmarkEnd w:id="49"/>
      <w:r w:rsidRPr="007111C5">
        <w:rPr>
          <w:rFonts w:ascii="Times New Roman" w:hAnsi="Times New Roman" w:cs="Times New Roman"/>
          <w:b/>
          <w:bCs/>
          <w:sz w:val="24"/>
          <w:szCs w:val="24"/>
        </w:rPr>
        <w:t>VI. Ответственность Исполнителя, Заказчика и Обучающегося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0" w:name="BM100063"/>
      <w:bookmarkEnd w:id="50"/>
      <w:r w:rsidRPr="00C12D0C">
        <w:rPr>
          <w:rFonts w:ascii="Times New Roman" w:hAnsi="Times New Roman" w:cs="Times New Roman"/>
          <w:sz w:val="24"/>
          <w:szCs w:val="24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1" w:name="BM100064"/>
      <w:bookmarkEnd w:id="51"/>
      <w:r w:rsidRPr="00C12D0C">
        <w:rPr>
          <w:rFonts w:ascii="Times New Roman" w:hAnsi="Times New Roman" w:cs="Times New Roman"/>
          <w:sz w:val="24"/>
          <w:szCs w:val="24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2" w:name="BM100065"/>
      <w:bookmarkEnd w:id="52"/>
      <w:r w:rsidRPr="00C12D0C">
        <w:rPr>
          <w:rFonts w:ascii="Times New Roman" w:hAnsi="Times New Roman" w:cs="Times New Roman"/>
          <w:sz w:val="24"/>
          <w:szCs w:val="24"/>
        </w:rPr>
        <w:t>6.2.1. Безвозмездного оказания образовательной услуги;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3" w:name="BM100066"/>
      <w:bookmarkEnd w:id="53"/>
      <w:r w:rsidRPr="00C12D0C">
        <w:rPr>
          <w:rFonts w:ascii="Times New Roman" w:hAnsi="Times New Roman" w:cs="Times New Roman"/>
          <w:sz w:val="24"/>
          <w:szCs w:val="24"/>
        </w:rPr>
        <w:t>6.2.2. Соразмерного уменьшения стоимости оказанной образовательной услуги;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4" w:name="BM100067"/>
      <w:bookmarkEnd w:id="54"/>
      <w:r w:rsidRPr="00C12D0C">
        <w:rPr>
          <w:rFonts w:ascii="Times New Roman" w:hAnsi="Times New Roman" w:cs="Times New Roman"/>
          <w:sz w:val="24"/>
          <w:szCs w:val="24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5" w:name="BM100068"/>
      <w:bookmarkEnd w:id="55"/>
      <w:r w:rsidRPr="00C12D0C">
        <w:rPr>
          <w:rFonts w:ascii="Times New Roman" w:hAnsi="Times New Roman" w:cs="Times New Roman"/>
          <w:sz w:val="24"/>
          <w:szCs w:val="24"/>
        </w:rPr>
        <w:t xml:space="preserve">6.3. Заказчик вправе отказаться от исполнения Договора и потребовать полного возмещения убытков, если в 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Pr="00C12D0C">
        <w:rPr>
          <w:rFonts w:ascii="Times New Roman" w:hAnsi="Times New Roman" w:cs="Times New Roman"/>
          <w:sz w:val="24"/>
          <w:szCs w:val="24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6" w:name="BM100069"/>
      <w:bookmarkEnd w:id="56"/>
      <w:r w:rsidRPr="00C12D0C">
        <w:rPr>
          <w:rFonts w:ascii="Times New Roman" w:hAnsi="Times New Roman" w:cs="Times New Roman"/>
          <w:sz w:val="24"/>
          <w:szCs w:val="24"/>
        </w:rPr>
        <w:t>6.4. Если Исполнитель нарушил сроки оказания образовательной услуги (сроки начала и (или) окончания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7" w:name="BM100070"/>
      <w:bookmarkEnd w:id="57"/>
      <w:r w:rsidRPr="00C12D0C">
        <w:rPr>
          <w:rFonts w:ascii="Times New Roman" w:hAnsi="Times New Roman" w:cs="Times New Roman"/>
          <w:sz w:val="24"/>
          <w:szCs w:val="24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8" w:name="BM100071"/>
      <w:bookmarkEnd w:id="58"/>
      <w:r w:rsidRPr="00C12D0C">
        <w:rPr>
          <w:rFonts w:ascii="Times New Roman" w:hAnsi="Times New Roman" w:cs="Times New Roman"/>
          <w:sz w:val="24"/>
          <w:szCs w:val="24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9" w:name="BM100072"/>
      <w:bookmarkEnd w:id="59"/>
      <w:r w:rsidRPr="00C12D0C">
        <w:rPr>
          <w:rFonts w:ascii="Times New Roman" w:hAnsi="Times New Roman" w:cs="Times New Roman"/>
          <w:sz w:val="24"/>
          <w:szCs w:val="24"/>
        </w:rPr>
        <w:t>6.4.3. Потребовать уменьшения стоимости образовательной услуги;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0" w:name="BM100073"/>
      <w:bookmarkEnd w:id="60"/>
      <w:r w:rsidRPr="00C12D0C">
        <w:rPr>
          <w:rFonts w:ascii="Times New Roman" w:hAnsi="Times New Roman" w:cs="Times New Roman"/>
          <w:sz w:val="24"/>
          <w:szCs w:val="24"/>
        </w:rPr>
        <w:t>6.4.4. Расторгнуть Договор.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1" w:name="BM100074"/>
      <w:bookmarkEnd w:id="61"/>
      <w:r w:rsidRPr="00C12D0C">
        <w:rPr>
          <w:rFonts w:ascii="Times New Roman" w:hAnsi="Times New Roman" w:cs="Times New Roman"/>
          <w:sz w:val="24"/>
          <w:szCs w:val="24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900EAB" w:rsidRPr="00B679B1" w:rsidRDefault="00900EAB" w:rsidP="00B679B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2" w:name="BM100075"/>
      <w:bookmarkEnd w:id="62"/>
      <w:r w:rsidRPr="00B679B1">
        <w:rPr>
          <w:rFonts w:ascii="Times New Roman" w:hAnsi="Times New Roman" w:cs="Times New Roman"/>
          <w:b/>
          <w:bCs/>
          <w:sz w:val="24"/>
          <w:szCs w:val="24"/>
        </w:rPr>
        <w:t>VII. Срок действия Договора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3" w:name="BM100076"/>
      <w:bookmarkEnd w:id="63"/>
      <w:r w:rsidRPr="00C12D0C">
        <w:rPr>
          <w:rFonts w:ascii="Times New Roman" w:hAnsi="Times New Roman" w:cs="Times New Roman"/>
          <w:sz w:val="24"/>
          <w:szCs w:val="24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900EAB" w:rsidRPr="00593C82" w:rsidRDefault="00900EAB" w:rsidP="00593C82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4" w:name="BM100077"/>
      <w:bookmarkEnd w:id="64"/>
      <w:r w:rsidRPr="00593C82">
        <w:rPr>
          <w:rFonts w:ascii="Times New Roman" w:hAnsi="Times New Roman" w:cs="Times New Roman"/>
          <w:b/>
          <w:bCs/>
          <w:sz w:val="24"/>
          <w:szCs w:val="24"/>
        </w:rPr>
        <w:t>VIII. Заключительные положения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5" w:name="BM100078"/>
      <w:bookmarkEnd w:id="65"/>
      <w:r w:rsidRPr="00C12D0C">
        <w:rPr>
          <w:rFonts w:ascii="Times New Roman" w:hAnsi="Times New Roman" w:cs="Times New Roman"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6" w:name="BM100079"/>
      <w:bookmarkEnd w:id="66"/>
      <w:r w:rsidRPr="00C12D0C">
        <w:rPr>
          <w:rFonts w:ascii="Times New Roman" w:hAnsi="Times New Roman" w:cs="Times New Roman"/>
          <w:sz w:val="24"/>
          <w:szCs w:val="24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7" w:name="BM100080"/>
      <w:bookmarkEnd w:id="67"/>
      <w:r w:rsidRPr="00C12D0C">
        <w:rPr>
          <w:rFonts w:ascii="Times New Roman" w:hAnsi="Times New Roman" w:cs="Times New Roman"/>
          <w:sz w:val="24"/>
          <w:szCs w:val="24"/>
        </w:rPr>
        <w:t xml:space="preserve">8.3. Настоящий Договор составлен в </w:t>
      </w:r>
      <w:r>
        <w:rPr>
          <w:rFonts w:ascii="Times New Roman" w:hAnsi="Times New Roman" w:cs="Times New Roman"/>
          <w:sz w:val="24"/>
          <w:szCs w:val="24"/>
        </w:rPr>
        <w:t>2-х</w:t>
      </w:r>
      <w:r w:rsidRPr="00C12D0C">
        <w:rPr>
          <w:rFonts w:ascii="Times New Roman" w:hAnsi="Times New Roman" w:cs="Times New Roman"/>
          <w:sz w:val="24"/>
          <w:szCs w:val="24"/>
        </w:rPr>
        <w:t xml:space="preserve"> экземплярах, по одному для </w:t>
      </w:r>
      <w:r>
        <w:rPr>
          <w:rFonts w:ascii="Times New Roman" w:hAnsi="Times New Roman" w:cs="Times New Roman"/>
          <w:sz w:val="24"/>
          <w:szCs w:val="24"/>
        </w:rPr>
        <w:t>Исполнителя и Заказчика</w:t>
      </w:r>
      <w:r w:rsidRPr="00C12D0C">
        <w:rPr>
          <w:rFonts w:ascii="Times New Roman" w:hAnsi="Times New Roman" w:cs="Times New Roman"/>
          <w:sz w:val="24"/>
          <w:szCs w:val="24"/>
        </w:rPr>
        <w:t>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00EAB" w:rsidRPr="00C12D0C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8" w:name="BM100081"/>
      <w:bookmarkEnd w:id="68"/>
      <w:r w:rsidRPr="00C12D0C">
        <w:rPr>
          <w:rFonts w:ascii="Times New Roman" w:hAnsi="Times New Roman" w:cs="Times New Roman"/>
          <w:sz w:val="24"/>
          <w:szCs w:val="24"/>
        </w:rPr>
        <w:t>8.4. Изменения Договора оформляются дополнительными соглашениями к Договору.</w:t>
      </w:r>
    </w:p>
    <w:p w:rsidR="00900EAB" w:rsidRDefault="00900EAB" w:rsidP="007111C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9" w:name="BM100082"/>
      <w:bookmarkEnd w:id="69"/>
      <w:r w:rsidRPr="007111C5">
        <w:rPr>
          <w:rFonts w:ascii="Times New Roman" w:hAnsi="Times New Roman" w:cs="Times New Roman"/>
          <w:b/>
          <w:bCs/>
          <w:sz w:val="24"/>
          <w:szCs w:val="24"/>
        </w:rPr>
        <w:t>IX. Адреса и реквизиты сторон</w:t>
      </w:r>
    </w:p>
    <w:tbl>
      <w:tblPr>
        <w:tblW w:w="0" w:type="auto"/>
        <w:tblInd w:w="-106" w:type="dxa"/>
        <w:tblLayout w:type="fixed"/>
        <w:tblLook w:val="00A0"/>
      </w:tblPr>
      <w:tblGrid>
        <w:gridCol w:w="3369"/>
        <w:gridCol w:w="3402"/>
        <w:gridCol w:w="3510"/>
      </w:tblGrid>
      <w:tr w:rsidR="00900EAB" w:rsidRPr="00204DF0">
        <w:tc>
          <w:tcPr>
            <w:tcW w:w="3369" w:type="dxa"/>
          </w:tcPr>
          <w:p w:rsidR="00900EAB" w:rsidRPr="001D7778" w:rsidRDefault="00900EAB" w:rsidP="001D7778">
            <w:pPr>
              <w:pStyle w:val="NoSpacing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Исполнитель       </w:t>
            </w:r>
          </w:p>
          <w:p w:rsidR="00900EAB" w:rsidRPr="001D7778" w:rsidRDefault="00900EAB" w:rsidP="001D7778">
            <w:pPr>
              <w:pStyle w:val="NoSpacing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Муниципальное бюджетное общеобразовательное учреждение средняя общеобразовательная школа №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6 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имени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Ю.А.Гагарина 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города Кропоткин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муниципального образования Кавказский район                                                                  (МБОУ СОШ №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имени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Ю.А.Ганарина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352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386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, Российская Федерация, Краснодарский край, Кавказский район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,город Кропоткин ул..С.Целых,258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,  8(861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7-20-17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7-21-10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ИНН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2313012086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КПП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231301001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ОГРН  1022303882710  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ОКПО 39731464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р/с 40701810003493000256  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Южное ГУ Банка России 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БИК 040349001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Директор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________________________</w:t>
            </w:r>
          </w:p>
          <w:p w:rsidR="00900EAB" w:rsidRPr="001D7778" w:rsidRDefault="00900EAB" w:rsidP="007111C5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Скопылатова Г.А</w:t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М.П.                  </w:t>
            </w:r>
          </w:p>
        </w:tc>
        <w:tc>
          <w:tcPr>
            <w:tcW w:w="3402" w:type="dxa"/>
          </w:tcPr>
          <w:p w:rsidR="00900EAB" w:rsidRPr="001D7778" w:rsidRDefault="00900EAB" w:rsidP="001D7778">
            <w:pPr>
              <w:pStyle w:val="NoSpacing"/>
              <w:tabs>
                <w:tab w:val="left" w:pos="735"/>
              </w:tabs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ab/>
            </w: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Заказчик       </w:t>
            </w:r>
          </w:p>
          <w:p w:rsidR="00900EAB" w:rsidRPr="001D7778" w:rsidRDefault="00900EAB" w:rsidP="001D7778">
            <w:pPr>
              <w:pStyle w:val="NoSpacing"/>
              <w:tabs>
                <w:tab w:val="left" w:pos="735"/>
              </w:tabs>
              <w:rPr>
                <w:rFonts w:ascii="Times New Roman" w:hAnsi="Times New Roman" w:cs="Times New Roman"/>
                <w:b/>
                <w:bCs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 xml:space="preserve">             </w:t>
            </w:r>
            <w:r w:rsidRPr="001D7778">
              <w:rPr>
                <w:rFonts w:ascii="Times New Roman" w:hAnsi="Times New Roman" w:cs="Times New Roman"/>
                <w:b/>
                <w:bCs/>
                <w:spacing w:val="-5"/>
                <w:sz w:val="21"/>
                <w:szCs w:val="21"/>
              </w:rPr>
              <w:t>_____________________________________________________________________________________________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.И.О., дата рождения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Паспортные данные: __</w:t>
            </w: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Адрес места нахождения /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места жительства: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__________________________________________________________________________________________                                                                                                                                                  (индекс, насел. пункт, ул., дом)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Тел.: _____________________________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 xml:space="preserve">_____________________________ 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подпись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b/>
                <w:bCs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 xml:space="preserve">    «____» ____________ 20___ г.</w:t>
            </w:r>
            <w:r w:rsidRPr="001D7778">
              <w:rPr>
                <w:spacing w:val="-5"/>
                <w:sz w:val="21"/>
                <w:szCs w:val="21"/>
              </w:rPr>
              <w:t xml:space="preserve">    </w:t>
            </w:r>
          </w:p>
        </w:tc>
        <w:tc>
          <w:tcPr>
            <w:tcW w:w="3510" w:type="dxa"/>
          </w:tcPr>
          <w:p w:rsidR="00900EAB" w:rsidRPr="001D7778" w:rsidRDefault="00900EAB" w:rsidP="001D7778">
            <w:pPr>
              <w:pStyle w:val="NoSpacing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Обучающийся</w:t>
            </w:r>
          </w:p>
          <w:p w:rsidR="00900EAB" w:rsidRPr="001D7778" w:rsidRDefault="00900EAB" w:rsidP="001D7778">
            <w:pPr>
              <w:pStyle w:val="NoSpacing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1D7778">
            <w:pPr>
              <w:pStyle w:val="NoSpacing"/>
              <w:tabs>
                <w:tab w:val="left" w:pos="735"/>
              </w:tabs>
              <w:rPr>
                <w:rFonts w:ascii="Times New Roman" w:hAnsi="Times New Roman" w:cs="Times New Roman"/>
                <w:b/>
                <w:bCs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b/>
                <w:bCs/>
                <w:spacing w:val="-5"/>
                <w:sz w:val="21"/>
                <w:szCs w:val="21"/>
              </w:rPr>
              <w:t>________________________________________________________________________________________________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.И.О., дата рождения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Паспортные данные: __</w:t>
            </w: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napToGrid w:val="0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napToGrid w:val="0"/>
                <w:sz w:val="21"/>
                <w:szCs w:val="21"/>
              </w:rPr>
              <w:t>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Адрес места нахождения /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места жительства: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z w:val="21"/>
                <w:szCs w:val="21"/>
              </w:rPr>
              <w:t>_____________________________________________________________________________________________                                                                                                                                                  (индекс, насел. пункт, ул., дом)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Тел.: _______________________________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 xml:space="preserve">_______________________________ 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>подпись</w:t>
            </w: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spacing w:val="-5"/>
                <w:sz w:val="21"/>
                <w:szCs w:val="21"/>
              </w:rPr>
            </w:pPr>
          </w:p>
          <w:p w:rsidR="00900EAB" w:rsidRPr="001D7778" w:rsidRDefault="00900EAB" w:rsidP="003A2F03">
            <w:pPr>
              <w:pStyle w:val="NoSpacing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D7778">
              <w:rPr>
                <w:rFonts w:ascii="Times New Roman" w:hAnsi="Times New Roman" w:cs="Times New Roman"/>
                <w:spacing w:val="-5"/>
                <w:sz w:val="21"/>
                <w:szCs w:val="21"/>
              </w:rPr>
              <w:t xml:space="preserve">    «____» ____________ 20___ г.</w:t>
            </w:r>
            <w:r w:rsidRPr="001D7778">
              <w:rPr>
                <w:spacing w:val="-5"/>
                <w:sz w:val="21"/>
                <w:szCs w:val="21"/>
              </w:rPr>
              <w:t xml:space="preserve">    </w:t>
            </w:r>
          </w:p>
        </w:tc>
      </w:tr>
    </w:tbl>
    <w:p w:rsidR="00900EAB" w:rsidRPr="00204DF0" w:rsidRDefault="00900EAB" w:rsidP="007111C5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0EAB" w:rsidRPr="00204DF0" w:rsidRDefault="00900EAB" w:rsidP="00C12D0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70" w:name="BM100083"/>
      <w:bookmarkEnd w:id="70"/>
      <w:r w:rsidRPr="00204DF0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900EAB" w:rsidRPr="00204DF0" w:rsidSect="002E7ED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A09"/>
    <w:rsid w:val="001660A9"/>
    <w:rsid w:val="001D7778"/>
    <w:rsid w:val="00204DF0"/>
    <w:rsid w:val="00274FA9"/>
    <w:rsid w:val="002A08ED"/>
    <w:rsid w:val="002E7ED6"/>
    <w:rsid w:val="002F574E"/>
    <w:rsid w:val="003101FF"/>
    <w:rsid w:val="00376266"/>
    <w:rsid w:val="00395E0C"/>
    <w:rsid w:val="003A2F03"/>
    <w:rsid w:val="003D2A5A"/>
    <w:rsid w:val="00410F5D"/>
    <w:rsid w:val="00420A09"/>
    <w:rsid w:val="004F6661"/>
    <w:rsid w:val="00593C82"/>
    <w:rsid w:val="005B1922"/>
    <w:rsid w:val="007111C5"/>
    <w:rsid w:val="00755DC3"/>
    <w:rsid w:val="00757E02"/>
    <w:rsid w:val="0080642F"/>
    <w:rsid w:val="008C1E40"/>
    <w:rsid w:val="008D2675"/>
    <w:rsid w:val="00900EAB"/>
    <w:rsid w:val="00941F02"/>
    <w:rsid w:val="00996DE8"/>
    <w:rsid w:val="009E5BC2"/>
    <w:rsid w:val="00A5678E"/>
    <w:rsid w:val="00AC62F7"/>
    <w:rsid w:val="00AC6666"/>
    <w:rsid w:val="00AC756B"/>
    <w:rsid w:val="00B21A14"/>
    <w:rsid w:val="00B61FEA"/>
    <w:rsid w:val="00B679B1"/>
    <w:rsid w:val="00BE58F6"/>
    <w:rsid w:val="00C12D0C"/>
    <w:rsid w:val="00C77FB2"/>
    <w:rsid w:val="00CC21FF"/>
    <w:rsid w:val="00D23E74"/>
    <w:rsid w:val="00D52722"/>
    <w:rsid w:val="00DA1281"/>
    <w:rsid w:val="00E13A4D"/>
    <w:rsid w:val="00EB6B01"/>
    <w:rsid w:val="00F2077D"/>
    <w:rsid w:val="00F508B6"/>
    <w:rsid w:val="00F51CFC"/>
    <w:rsid w:val="00F71862"/>
    <w:rsid w:val="00FF016C"/>
    <w:rsid w:val="00FF1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1C5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center">
    <w:name w:val="pcenter"/>
    <w:basedOn w:val="Normal"/>
    <w:uiPriority w:val="99"/>
    <w:rsid w:val="00420A0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420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20A09"/>
    <w:rPr>
      <w:rFonts w:ascii="Courier New" w:hAnsi="Courier New" w:cs="Courier New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semiHidden/>
    <w:rsid w:val="00420A09"/>
    <w:rPr>
      <w:color w:val="0000FF"/>
      <w:u w:val="single"/>
    </w:rPr>
  </w:style>
  <w:style w:type="paragraph" w:customStyle="1" w:styleId="pboth">
    <w:name w:val="pboth"/>
    <w:basedOn w:val="Normal"/>
    <w:uiPriority w:val="99"/>
    <w:rsid w:val="00420A0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20A09"/>
  </w:style>
  <w:style w:type="paragraph" w:styleId="NoSpacing">
    <w:name w:val="No Spacing"/>
    <w:uiPriority w:val="99"/>
    <w:qFormat/>
    <w:rsid w:val="00C12D0C"/>
    <w:rPr>
      <w:rFonts w:cs="Calibri"/>
      <w:lang w:eastAsia="en-US"/>
    </w:rPr>
  </w:style>
  <w:style w:type="table" w:styleId="TableGrid">
    <w:name w:val="Table Grid"/>
    <w:basedOn w:val="TableNormal"/>
    <w:uiPriority w:val="99"/>
    <w:rsid w:val="007111C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3A2F03"/>
    <w:pPr>
      <w:tabs>
        <w:tab w:val="left" w:pos="0"/>
        <w:tab w:val="left" w:pos="284"/>
      </w:tabs>
      <w:suppressAutoHyphens w:val="0"/>
      <w:spacing w:before="178" w:line="274" w:lineRule="exact"/>
      <w:ind w:right="-82"/>
      <w:jc w:val="both"/>
    </w:pPr>
    <w:rPr>
      <w:color w:val="000000"/>
      <w:spacing w:val="-5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2F03"/>
    <w:rPr>
      <w:rFonts w:ascii="Times New Roman" w:hAnsi="Times New Roman" w:cs="Times New Roman"/>
      <w:color w:val="000000"/>
      <w:spacing w:val="-5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7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273_FZ-ob-obrazovanii/" TargetMode="External"/><Relationship Id="rId13" Type="http://schemas.openxmlformats.org/officeDocument/2006/relationships/hyperlink" Target="https://legalacts.ru/doc/prikaz-minobrnauki-rossii-ot-25102013-n-1185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galacts.ru/doc/ZZPP/" TargetMode="External"/><Relationship Id="rId12" Type="http://schemas.openxmlformats.org/officeDocument/2006/relationships/hyperlink" Target="https://legalacts.ru/doc/273_FZ-ob-obrazovanii/glava-4/statja-4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ru/doc/prikaz-minobrnauki-rossii-ot-25102013-n-1185/" TargetMode="External"/><Relationship Id="rId11" Type="http://schemas.openxmlformats.org/officeDocument/2006/relationships/hyperlink" Target="https://legalacts.ru/doc/prikaz-minobrnauki-rossii-ot-25102013-n-1185/" TargetMode="External"/><Relationship Id="rId5" Type="http://schemas.openxmlformats.org/officeDocument/2006/relationships/hyperlink" Target="https://legalacts.ru/doc/273_FZ-ob-obrazovanii/glava-4/statja-34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egalacts.ru/doc/prikaz-minobrnauki-rossii-ot-25102013-n-1185/" TargetMode="External"/><Relationship Id="rId4" Type="http://schemas.openxmlformats.org/officeDocument/2006/relationships/hyperlink" Target="https://legalacts.ru/doc/prikaz-minobrnauki-rossii-ot-25102013-n-1185/" TargetMode="External"/><Relationship Id="rId9" Type="http://schemas.openxmlformats.org/officeDocument/2006/relationships/hyperlink" Target="https://legalacts.ru/doc/prikaz-minobrnauki-rossii-ot-25102013-n-118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4</Pages>
  <Words>2316</Words>
  <Characters>13204</Characters>
  <Application>Microsoft Office Outlook</Application>
  <DocSecurity>0</DocSecurity>
  <Lines>0</Lines>
  <Paragraphs>0</Paragraphs>
  <ScaleCrop>false</ScaleCrop>
  <Company>МОУ СОШ № 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Бухгалтер</cp:lastModifiedBy>
  <cp:revision>29</cp:revision>
  <cp:lastPrinted>2019-11-22T05:12:00Z</cp:lastPrinted>
  <dcterms:created xsi:type="dcterms:W3CDTF">2019-11-20T11:10:00Z</dcterms:created>
  <dcterms:modified xsi:type="dcterms:W3CDTF">2020-01-13T04:02:00Z</dcterms:modified>
</cp:coreProperties>
</file>